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9C" w:rsidRDefault="0019539C" w:rsidP="0019539C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ro-RO"/>
        </w:rPr>
        <w:t xml:space="preserve">Anexa nr. 6 </w:t>
      </w:r>
    </w:p>
    <w:p w:rsidR="0019539C" w:rsidRDefault="0019539C" w:rsidP="0019539C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(Anexa nr. 14 la metodologie)</w:t>
      </w:r>
    </w:p>
    <w:p w:rsidR="001F74B2" w:rsidRDefault="001F74B2" w:rsidP="00DB6D3A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1F74B2" w:rsidRDefault="001F74B2" w:rsidP="001F74B2">
      <w:pPr>
        <w:spacing w:after="0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Instituția de învățământ/ centru de perfecționare...................................................................................</w:t>
      </w:r>
    </w:p>
    <w:p w:rsidR="001F74B2" w:rsidRPr="00710A79" w:rsidRDefault="001F74B2" w:rsidP="001F74B2">
      <w:pPr>
        <w:spacing w:after="0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DB6D3A" w:rsidRPr="00710A79" w:rsidRDefault="00DB6D3A" w:rsidP="00DB6D3A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020A8" w:rsidRPr="000D2E23" w:rsidRDefault="00E020A8" w:rsidP="00DD36D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 w:rsidRPr="000D2E23">
        <w:rPr>
          <w:rFonts w:ascii="Times New Roman" w:eastAsia="Calibri" w:hAnsi="Times New Roman" w:cs="Times New Roman"/>
          <w:b/>
          <w:sz w:val="24"/>
          <w:szCs w:val="24"/>
          <w:lang w:val="it-IT"/>
        </w:rPr>
        <w:t>RAPORT SCRIS</w:t>
      </w:r>
    </w:p>
    <w:p w:rsidR="00E020A8" w:rsidRPr="000D2E23" w:rsidRDefault="00E020A8" w:rsidP="00DD36D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r w:rsidRPr="000D2E23">
        <w:rPr>
          <w:rFonts w:ascii="Times New Roman" w:eastAsia="Calibri" w:hAnsi="Times New Roman" w:cs="Times New Roman"/>
          <w:b/>
          <w:sz w:val="24"/>
          <w:szCs w:val="24"/>
          <w:lang w:val="it-IT"/>
        </w:rPr>
        <w:t>Încheiat la inspecția specială pentru acordarea/ echivalarea gradului didactic I/ acordarea titlului de profesor emerit</w:t>
      </w:r>
    </w:p>
    <w:p w:rsidR="00E020A8" w:rsidRPr="000D2E23" w:rsidRDefault="00E020A8" w:rsidP="00E020A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Numele şi prenumele cadrului didactic inspectat: ……………………………………...….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Funcţia didactică şi specialitatea: …………………………………………………..............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Unitatea de învăţământ : ………………………………………………………….................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Data efectuării  inspecţiei :…………………………………………………….......….......….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Comisia numită prin adresa ME</w:t>
      </w:r>
      <w:r w:rsidR="000961BD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N</w:t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/ISJ nr.  .....</w:t>
      </w:r>
      <w:r w:rsidR="006A44EB">
        <w:rPr>
          <w:rFonts w:ascii="Times New Roman" w:eastAsia="Calibri" w:hAnsi="Times New Roman" w:cs="Times New Roman"/>
          <w:sz w:val="20"/>
          <w:szCs w:val="20"/>
          <w:lang w:val="it-IT"/>
        </w:rPr>
        <w:t>................................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1…………………………………………………………………………………..................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vertAlign w:val="superscript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vertAlign w:val="superscript"/>
          <w:lang w:val="it-IT"/>
        </w:rPr>
        <w:t>( numele şi prenumele, funcţia, gradul didactic, unitatea de la care provine )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2…………………………………………………………………………………..................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3…………………………………………………………………………………..................</w:t>
      </w:r>
    </w:p>
    <w:p w:rsidR="00E020A8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Constatări şi aprecieri:</w:t>
      </w:r>
    </w:p>
    <w:p w:rsidR="00E020A8" w:rsidRPr="00710A79" w:rsidRDefault="00E020A8" w:rsidP="00E020A8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ACTIVITATEA DIDACTICĂ: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a).Activităţi verificate;</w:t>
      </w:r>
    </w:p>
    <w:p w:rsidR="00E020A8" w:rsidRPr="00710A79" w:rsidRDefault="00D33B9A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b) Proiectarea activităţilor (</w:t>
      </w:r>
      <w:r w:rsidR="00E020A8" w:rsidRPr="00710A79">
        <w:rPr>
          <w:rFonts w:ascii="Times New Roman" w:eastAsia="Calibri" w:hAnsi="Times New Roman" w:cs="Times New Roman"/>
          <w:sz w:val="20"/>
          <w:szCs w:val="20"/>
        </w:rPr>
        <w:t>creativitate în conceperea lecţiilor/ activităţilor, corelarea dintre componentele actului didactic, strategii didactice şi evaluare );</w:t>
      </w:r>
    </w:p>
    <w:p w:rsidR="00E020A8" w:rsidRPr="00710A79" w:rsidRDefault="00D33B9A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c) Desfăşurarea activităţilor (</w:t>
      </w:r>
      <w:r w:rsidR="00E020A8" w:rsidRPr="00710A79">
        <w:rPr>
          <w:rFonts w:ascii="Times New Roman" w:eastAsia="Calibri" w:hAnsi="Times New Roman" w:cs="Times New Roman"/>
          <w:sz w:val="20"/>
          <w:szCs w:val="20"/>
        </w:rPr>
        <w:t>comportamentul cadrului didactic, utilizarea strategiilor didactice, integrarea mijloacelor de învăţământ în lecţie, creativitate în conducerea lecţiilor şi orientarea acţiunilor şi gândirii elevilor, gestionarea timpului didactic, atingerea performanţei etc. ……………………………………………………………………………………………….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d) Evaluarea randamentului şcolar (metode şi tehnici de evaluare a rezultatelor învăţării):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………………………………………………………………………………...……….............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e) Nivelul pregătirii elevilor, apreciat pe baza observaţiei directe, a probelor de control aplicate şi a evaluării longitudinale: ………………………………………………............................................................................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f) Cunoaşterea elevilor (strategii de diferenţiere şi individualizare, conţinutul fişelorpsihopedagogice):……………………………………………………………………………………………………………………………………………….…………………….......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g</w:t>
      </w:r>
      <w:r w:rsidR="00D33B9A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) Competenţe psihorelaţionale (</w:t>
      </w: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în raporturile cu elevii, cu părinţii, cu cadrele didactice şi cu comunitatea locală) : …………………………………................................................................................................</w:t>
      </w:r>
    </w:p>
    <w:p w:rsidR="00E020A8" w:rsidRPr="00710A79" w:rsidRDefault="00D503AE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h) Autoevaluarea (</w:t>
      </w:r>
      <w:r w:rsidR="00E020A8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capacitatea de a raporta propriul comportament didactic la exigenţele unui stil didactic elevat) :…………………………………………………………………………………………..........</w:t>
      </w:r>
    </w:p>
    <w:p w:rsidR="00E020A8" w:rsidRPr="00710A79" w:rsidRDefault="00E020A8" w:rsidP="00E020A8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Activitatea educativă în şcoală şi în afara ei: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E020A8" w:rsidRPr="00710A79" w:rsidRDefault="00952B8B" w:rsidP="00E020A8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Activitatea de perfecţionare (</w:t>
      </w:r>
      <w:r w:rsidR="00E020A8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metodică şi ştiinţifică):</w:t>
      </w:r>
    </w:p>
    <w:p w:rsidR="00E020A8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BE6691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………………………………………………………………………………………………….</w:t>
      </w:r>
    </w:p>
    <w:p w:rsidR="00E020A8" w:rsidRPr="00710A79" w:rsidRDefault="00E020A8" w:rsidP="00E020A8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lastRenderedPageBreak/>
        <w:t>Aprecierea consiliului de administraţie al unităţii de învăţământ cu privire la activitatea didactică şi la conduita în cadrul şcolii şi al comunităţii şcolare:</w:t>
      </w:r>
    </w:p>
    <w:p w:rsidR="00E020A8" w:rsidRPr="00710A79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10A7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:rsidR="00BE6691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BE6691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E020A8" w:rsidRPr="00710A79" w:rsidRDefault="009C4323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Concluzii (</w:t>
      </w:r>
      <w:r w:rsidR="00E020A8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puncte forte, puncte slabe):</w:t>
      </w:r>
    </w:p>
    <w:p w:rsidR="00E020A8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………………………………………………………………………………............................</w:t>
      </w: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tbl>
      <w:tblPr>
        <w:tblW w:w="10575" w:type="dxa"/>
        <w:tblCellSpacing w:w="0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9"/>
        <w:gridCol w:w="2895"/>
        <w:gridCol w:w="810"/>
        <w:gridCol w:w="2322"/>
        <w:gridCol w:w="470"/>
        <w:gridCol w:w="2394"/>
        <w:gridCol w:w="470"/>
        <w:gridCol w:w="345"/>
      </w:tblGrid>
      <w:tr w:rsidR="00E020A8" w:rsidRPr="00710A79" w:rsidTr="00E67E41">
        <w:trPr>
          <w:gridAfter w:val="1"/>
          <w:wAfter w:w="163" w:type="pct"/>
          <w:tblCellSpacing w:w="0" w:type="dxa"/>
        </w:trPr>
        <w:tc>
          <w:tcPr>
            <w:tcW w:w="411" w:type="pct"/>
          </w:tcPr>
          <w:p w:rsidR="00E020A8" w:rsidRPr="00710A79" w:rsidRDefault="000961BD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Președinte</w:t>
            </w:r>
          </w:p>
        </w:tc>
        <w:tc>
          <w:tcPr>
            <w:tcW w:w="1752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..................................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</w:t>
            </w: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</w:t>
            </w:r>
          </w:p>
        </w:tc>
      </w:tr>
      <w:tr w:rsidR="00E020A8" w:rsidRPr="00710A79" w:rsidTr="00E67E41">
        <w:trPr>
          <w:gridAfter w:val="1"/>
          <w:wAfter w:w="163" w:type="pct"/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2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(nota)</w:t>
            </w: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(semnătura)</w:t>
            </w:r>
          </w:p>
        </w:tc>
      </w:tr>
      <w:tr w:rsidR="00E020A8" w:rsidRPr="00710A79" w:rsidTr="00E67E41">
        <w:trPr>
          <w:gridAfter w:val="1"/>
          <w:wAfter w:w="163" w:type="pct"/>
          <w:tblCellSpacing w:w="0" w:type="dxa"/>
        </w:trPr>
        <w:tc>
          <w:tcPr>
            <w:tcW w:w="411" w:type="pct"/>
          </w:tcPr>
          <w:p w:rsidR="00E020A8" w:rsidRPr="00710A79" w:rsidRDefault="000961BD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Membri</w:t>
            </w:r>
          </w:p>
        </w:tc>
        <w:tc>
          <w:tcPr>
            <w:tcW w:w="1752" w:type="pct"/>
            <w:gridSpan w:val="2"/>
          </w:tcPr>
          <w:p w:rsidR="00E020A8" w:rsidRPr="00710A79" w:rsidRDefault="00DC0F7B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E020A8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..................................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</w:t>
            </w: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</w:t>
            </w:r>
          </w:p>
        </w:tc>
      </w:tr>
      <w:tr w:rsidR="00E020A8" w:rsidRPr="00710A79" w:rsidTr="00E67E41">
        <w:trPr>
          <w:gridAfter w:val="1"/>
          <w:wAfter w:w="163" w:type="pct"/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2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(nota)</w:t>
            </w: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(semnătura)</w:t>
            </w:r>
          </w:p>
        </w:tc>
      </w:tr>
      <w:tr w:rsidR="00E020A8" w:rsidRPr="00710A79" w:rsidTr="00E67E41">
        <w:trPr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2" w:type="pct"/>
            <w:gridSpan w:val="2"/>
          </w:tcPr>
          <w:p w:rsidR="00E020A8" w:rsidRPr="00710A79" w:rsidRDefault="00DC0F7B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E020A8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.................................</w:t>
            </w:r>
          </w:p>
        </w:tc>
        <w:tc>
          <w:tcPr>
            <w:tcW w:w="1320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...............................</w:t>
            </w:r>
          </w:p>
        </w:tc>
        <w:tc>
          <w:tcPr>
            <w:tcW w:w="1517" w:type="pct"/>
            <w:gridSpan w:val="3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...........................</w:t>
            </w:r>
          </w:p>
        </w:tc>
      </w:tr>
      <w:tr w:rsidR="00E020A8" w:rsidRPr="00710A79" w:rsidTr="00E67E41">
        <w:trPr>
          <w:gridAfter w:val="2"/>
          <w:wAfter w:w="385" w:type="pct"/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9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481" w:type="pct"/>
            <w:gridSpan w:val="2"/>
          </w:tcPr>
          <w:p w:rsidR="00E020A8" w:rsidRPr="00710A79" w:rsidRDefault="000961BD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</w:t>
            </w:r>
            <w:r w:rsidR="00E020A8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(nota)</w:t>
            </w: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354" w:type="pct"/>
            <w:gridSpan w:val="2"/>
          </w:tcPr>
          <w:p w:rsidR="00E020A8" w:rsidRPr="00710A79" w:rsidRDefault="000961BD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</w:t>
            </w:r>
            <w:r w:rsidR="00E020A8" w:rsidRPr="00710A79">
              <w:rPr>
                <w:rFonts w:ascii="Times New Roman" w:eastAsia="Calibri" w:hAnsi="Times New Roman" w:cs="Times New Roman"/>
                <w:sz w:val="20"/>
                <w:szCs w:val="20"/>
              </w:rPr>
              <w:t>(semnătura)</w:t>
            </w:r>
          </w:p>
        </w:tc>
      </w:tr>
      <w:tr w:rsidR="00E020A8" w:rsidRPr="00710A79" w:rsidTr="00E67E41">
        <w:trPr>
          <w:gridAfter w:val="2"/>
          <w:wAfter w:w="385" w:type="pct"/>
          <w:tblCellSpacing w:w="0" w:type="dxa"/>
        </w:trPr>
        <w:tc>
          <w:tcPr>
            <w:tcW w:w="411" w:type="pct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9" w:type="pct"/>
          </w:tcPr>
          <w:p w:rsidR="00E020A8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E6691" w:rsidRPr="00710A79" w:rsidRDefault="00BE6691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81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4" w:type="pct"/>
            <w:gridSpan w:val="2"/>
          </w:tcPr>
          <w:p w:rsidR="00E020A8" w:rsidRPr="00710A79" w:rsidRDefault="00E020A8" w:rsidP="00E020A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D2E23" w:rsidRDefault="000D2E23" w:rsidP="00E020A8">
      <w:pPr>
        <w:spacing w:after="0"/>
      </w:pPr>
    </w:p>
    <w:p w:rsidR="00E020A8" w:rsidRPr="00710A79" w:rsidRDefault="004F1EB2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hyperlink r:id="rId8" w:anchor="#" w:history="1"/>
      <w:r w:rsidR="00E020A8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Media notelor ............................................</w:t>
      </w:r>
    </w:p>
    <w:p w:rsidR="00E020A8" w:rsidRPr="00710A79" w:rsidRDefault="004F1EB2" w:rsidP="00E020A8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hyperlink r:id="rId9" w:anchor="#" w:history="1"/>
      <w:r w:rsidR="00E020A8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Data întocmirii raportului scris ..............................................</w:t>
      </w:r>
    </w:p>
    <w:p w:rsidR="00E020A8" w:rsidRDefault="00E020A8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BE6691" w:rsidRPr="00710A79" w:rsidRDefault="00BE6691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E020A8" w:rsidRPr="00710A79" w:rsidRDefault="004F1EB2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hyperlink r:id="rId10" w:anchor="#" w:history="1"/>
      <w:r w:rsidR="00E020A8" w:rsidRPr="00710A79">
        <w:rPr>
          <w:rFonts w:ascii="Times New Roman" w:eastAsia="Calibri" w:hAnsi="Times New Roman" w:cs="Times New Roman"/>
          <w:sz w:val="20"/>
          <w:szCs w:val="20"/>
        </w:rPr>
        <w:t>Pentru conformitate,</w:t>
      </w:r>
    </w:p>
    <w:p w:rsidR="00E020A8" w:rsidRPr="00710A79" w:rsidRDefault="004F1EB2" w:rsidP="00E020A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hyperlink r:id="rId11" w:anchor="#" w:history="1"/>
      <w:r w:rsidR="00E020A8" w:rsidRPr="00710A79">
        <w:rPr>
          <w:rFonts w:ascii="Times New Roman" w:eastAsia="Calibri" w:hAnsi="Times New Roman" w:cs="Times New Roman"/>
          <w:sz w:val="20"/>
          <w:szCs w:val="20"/>
        </w:rPr>
        <w:t>Director</w:t>
      </w: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BE6691" w:rsidRDefault="00BE6691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0D2E23" w:rsidRDefault="000D2E23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0D2E23" w:rsidRDefault="000D2E23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E020A8" w:rsidRPr="00710A79" w:rsidRDefault="00E020A8" w:rsidP="00D75079">
      <w:pPr>
        <w:spacing w:after="0"/>
        <w:rPr>
          <w:rFonts w:ascii="Times New Roman" w:eastAsia="Calibri" w:hAnsi="Times New Roman" w:cs="Times New Roman"/>
          <w:b/>
          <w:sz w:val="20"/>
          <w:szCs w:val="20"/>
          <w:lang w:val="it-IT"/>
        </w:rPr>
      </w:pPr>
    </w:p>
    <w:p w:rsidR="0019539C" w:rsidRDefault="0019539C" w:rsidP="0019539C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ro-RO"/>
        </w:rPr>
        <w:lastRenderedPageBreak/>
        <w:t>Anexa nr. 7</w:t>
      </w:r>
    </w:p>
    <w:p w:rsidR="0019539C" w:rsidRDefault="0019539C" w:rsidP="0019539C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(Anexa nr. 16 la metodologie)</w:t>
      </w:r>
    </w:p>
    <w:p w:rsidR="00BE6691" w:rsidRDefault="00BE6691" w:rsidP="006B1A21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BE6691" w:rsidRDefault="00BE6691" w:rsidP="00BE6691">
      <w:pPr>
        <w:spacing w:after="0"/>
        <w:rPr>
          <w:rFonts w:ascii="Times New Roman" w:eastAsia="Calibri" w:hAnsi="Times New Roman" w:cs="Times New Roman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sz w:val="20"/>
          <w:szCs w:val="20"/>
          <w:lang w:val="ro-RO"/>
        </w:rPr>
        <w:t>Instituția de învățământ/ centru de perfecționare...................................................................................</w:t>
      </w:r>
    </w:p>
    <w:p w:rsidR="00BE6691" w:rsidRDefault="00BE6691" w:rsidP="00BE6691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val="ro-RO"/>
        </w:rPr>
      </w:pPr>
    </w:p>
    <w:p w:rsidR="00D75079" w:rsidRPr="00710A79" w:rsidRDefault="00D75079" w:rsidP="00D75079">
      <w:pPr>
        <w:spacing w:after="0"/>
        <w:rPr>
          <w:rFonts w:ascii="Times New Roman" w:eastAsia="Calibri" w:hAnsi="Times New Roman" w:cs="Times New Roman"/>
          <w:sz w:val="20"/>
          <w:szCs w:val="20"/>
          <w:lang w:val="it-IT"/>
        </w:rPr>
      </w:pPr>
    </w:p>
    <w:p w:rsidR="00D75079" w:rsidRPr="000D2E23" w:rsidRDefault="004F1EB2" w:rsidP="006B1A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  <w:hyperlink r:id="rId12" w:anchor="#" w:history="1"/>
      <w:r w:rsidR="00D75079" w:rsidRPr="000D2E23">
        <w:rPr>
          <w:rFonts w:ascii="Times New Roman" w:eastAsia="Calibri" w:hAnsi="Times New Roman" w:cs="Times New Roman"/>
          <w:b/>
          <w:sz w:val="24"/>
          <w:szCs w:val="24"/>
          <w:lang w:val="fr-FR"/>
        </w:rPr>
        <w:t>RAPORT SCRIS</w:t>
      </w:r>
    </w:p>
    <w:p w:rsidR="00BE6691" w:rsidRPr="000D2E23" w:rsidRDefault="004F1EB2" w:rsidP="00BE669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  <w:hyperlink r:id="rId13" w:anchor="#" w:history="1"/>
      <w:r w:rsidR="00D75079" w:rsidRPr="000D2E23">
        <w:rPr>
          <w:rFonts w:ascii="Times New Roman" w:eastAsia="Calibri" w:hAnsi="Times New Roman" w:cs="Times New Roman"/>
          <w:b/>
          <w:sz w:val="24"/>
          <w:szCs w:val="24"/>
          <w:lang w:val="it-IT"/>
        </w:rPr>
        <w:t>Încheiat la susţinerea lucrării metodico-ştiinţifice pentru acordarea gradului didactic I</w:t>
      </w:r>
    </w:p>
    <w:p w:rsidR="00D75079" w:rsidRPr="00710A79" w:rsidRDefault="004F1EB2" w:rsidP="00BE6691">
      <w:pPr>
        <w:jc w:val="center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14" w:anchor="#" w:history="1"/>
    </w:p>
    <w:p w:rsidR="00D75079" w:rsidRPr="00710A79" w:rsidRDefault="004F1EB2" w:rsidP="00D75079">
      <w:pPr>
        <w:rPr>
          <w:rFonts w:ascii="Times New Roman" w:eastAsia="Calibri" w:hAnsi="Times New Roman" w:cs="Times New Roman"/>
          <w:sz w:val="20"/>
          <w:szCs w:val="20"/>
          <w:lang w:val="fr-FR"/>
        </w:rPr>
      </w:pPr>
      <w:hyperlink r:id="rId15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 </w:t>
      </w:r>
      <w:hyperlink r:id="rId16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 xml:space="preserve">Comisia </w:t>
      </w:r>
      <w:r w:rsidR="006B1A21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 xml:space="preserve">numită de Ministerul Educaţiei Naționale </w:t>
      </w:r>
      <w:r w:rsidR="00D75079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prin adresa nr..................a dezbătut în sesiune publică la*) ...................................................................</w:t>
      </w:r>
    </w:p>
    <w:p w:rsidR="00D75079" w:rsidRPr="00710A79" w:rsidRDefault="00D75079" w:rsidP="000D2E23">
      <w:pPr>
        <w:spacing w:afterLines="40"/>
        <w:ind w:firstLine="72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Lucrarea intitulată................................................................................................................................</w:t>
      </w:r>
    </w:p>
    <w:p w:rsidR="00D75079" w:rsidRPr="00710A79" w:rsidRDefault="004F1EB2" w:rsidP="000D2E23">
      <w:pPr>
        <w:spacing w:afterLines="40"/>
        <w:rPr>
          <w:rFonts w:ascii="Times New Roman" w:eastAsia="Calibri" w:hAnsi="Times New Roman" w:cs="Times New Roman"/>
          <w:sz w:val="20"/>
          <w:szCs w:val="20"/>
          <w:lang w:val="fr-FR"/>
        </w:rPr>
      </w:pPr>
      <w:hyperlink r:id="rId17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>elaborată şi prezentată de: ...............................................................................................................................................</w:t>
      </w:r>
    </w:p>
    <w:p w:rsidR="00D75079" w:rsidRPr="00710A79" w:rsidRDefault="004F1EB2" w:rsidP="00D75079">
      <w:pPr>
        <w:spacing w:after="0"/>
        <w:rPr>
          <w:rFonts w:ascii="Times New Roman" w:eastAsia="Calibri" w:hAnsi="Times New Roman" w:cs="Times New Roman"/>
          <w:sz w:val="20"/>
          <w:szCs w:val="20"/>
          <w:vertAlign w:val="superscript"/>
          <w:lang w:val="fr-FR"/>
        </w:rPr>
      </w:pPr>
      <w:hyperlink r:id="rId18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vertAlign w:val="superscript"/>
          <w:lang w:val="fr-FR"/>
        </w:rPr>
        <w:t>(numele şi prenumele, funcţia didactică, specialitatea şi locul de muncă)</w:t>
      </w:r>
    </w:p>
    <w:p w:rsidR="00D75079" w:rsidRPr="00710A79" w:rsidRDefault="00D75079" w:rsidP="00D75079">
      <w:pPr>
        <w:spacing w:after="40"/>
        <w:rPr>
          <w:rFonts w:ascii="Times New Roman" w:eastAsia="Calibri" w:hAnsi="Times New Roman" w:cs="Times New Roman"/>
          <w:sz w:val="20"/>
          <w:szCs w:val="20"/>
          <w:lang w:val="fr-FR"/>
        </w:rPr>
      </w:pPr>
    </w:p>
    <w:p w:rsidR="00D75079" w:rsidRPr="00710A79" w:rsidRDefault="004F1EB2" w:rsidP="00D75079">
      <w:pPr>
        <w:spacing w:after="40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19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În urma susţinerii lucrării se acordă nota:</w:t>
      </w:r>
    </w:p>
    <w:p w:rsidR="00D75079" w:rsidRPr="00710A79" w:rsidRDefault="004F1EB2" w:rsidP="00D75079">
      <w:pPr>
        <w:spacing w:after="40"/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20" w:anchor="#" w:history="1"/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18"/>
        <w:gridCol w:w="2419"/>
        <w:gridCol w:w="2419"/>
        <w:gridCol w:w="2419"/>
      </w:tblGrid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Preşedinte: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(semnătura)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(nota acordată)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292E02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Conducător ştiinţific: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(semnătura)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(nota acordată)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572714" w:rsidP="0057271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Inspector/Metodist</w:t>
            </w:r>
            <w:r w:rsidR="00292E02"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....................................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250" w:type="pct"/>
          </w:tcPr>
          <w:p w:rsidR="00D75079" w:rsidRPr="00710A79" w:rsidRDefault="00572714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ISJ/ ISMB:</w:t>
            </w:r>
            <w:r w:rsidR="00D75079"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(numele şi prenumele)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(semnătura)</w:t>
            </w:r>
          </w:p>
        </w:tc>
        <w:tc>
          <w:tcPr>
            <w:tcW w:w="125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(nota acordată)</w:t>
            </w:r>
          </w:p>
        </w:tc>
      </w:tr>
    </w:tbl>
    <w:p w:rsidR="00D75079" w:rsidRPr="00710A79" w:rsidRDefault="004F1EB2" w:rsidP="00D75079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hyperlink r:id="rId21" w:anchor="#" w:history="1"/>
      <w:hyperlink r:id="rId22" w:anchor="#" w:history="1"/>
    </w:p>
    <w:p w:rsidR="00D75079" w:rsidRPr="00710A79" w:rsidRDefault="004F1EB2" w:rsidP="00D75079">
      <w:pPr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23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 </w:t>
      </w:r>
      <w:hyperlink r:id="rId24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Motivarea aprecierii susţinerii lucrării metodico-ştiinţifice:</w:t>
      </w:r>
    </w:p>
    <w:p w:rsidR="00B549E0" w:rsidRDefault="004F1EB2" w:rsidP="00D75079">
      <w:pPr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25" w:anchor="#" w:history="1"/>
      <w:r w:rsidR="00D75079" w:rsidRPr="00710A79">
        <w:rPr>
          <w:rFonts w:ascii="Times New Roman" w:eastAsia="Calibri" w:hAnsi="Times New Roman" w:cs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</w:t>
      </w:r>
    </w:p>
    <w:p w:rsidR="00D75079" w:rsidRPr="00710A79" w:rsidRDefault="004F1EB2" w:rsidP="00D75079">
      <w:pPr>
        <w:jc w:val="both"/>
        <w:rPr>
          <w:rFonts w:ascii="Times New Roman" w:eastAsia="Calibri" w:hAnsi="Times New Roman" w:cs="Times New Roman"/>
          <w:sz w:val="20"/>
          <w:szCs w:val="20"/>
          <w:lang w:val="it-IT"/>
        </w:rPr>
      </w:pPr>
      <w:hyperlink r:id="rId26" w:anchor="#" w:history="1"/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247"/>
        <w:gridCol w:w="3719"/>
        <w:gridCol w:w="2709"/>
      </w:tblGrid>
      <w:tr w:rsidR="00D75079" w:rsidRPr="00710A79" w:rsidTr="00E67E41">
        <w:trPr>
          <w:tblCellSpacing w:w="0" w:type="dxa"/>
        </w:trPr>
        <w:tc>
          <w:tcPr>
            <w:tcW w:w="1678" w:type="pct"/>
          </w:tcPr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Nota acordată la recenzarea lucrării metodico-ştiinţifice</w:t>
            </w:r>
          </w:p>
        </w:tc>
        <w:tc>
          <w:tcPr>
            <w:tcW w:w="1922" w:type="pct"/>
          </w:tcPr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Nota medie acordată pentru</w:t>
            </w:r>
          </w:p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susţinerea lucrării</w:t>
            </w:r>
          </w:p>
        </w:tc>
        <w:tc>
          <w:tcPr>
            <w:tcW w:w="1400" w:type="pct"/>
          </w:tcPr>
          <w:p w:rsidR="00D75079" w:rsidRPr="00710A79" w:rsidRDefault="00F0307F" w:rsidP="00D750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Nota de promovare a examenului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678" w:type="pct"/>
          </w:tcPr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……................................</w:t>
            </w:r>
          </w:p>
        </w:tc>
        <w:tc>
          <w:tcPr>
            <w:tcW w:w="1922" w:type="pct"/>
          </w:tcPr>
          <w:p w:rsidR="00D75079" w:rsidRPr="00710A79" w:rsidRDefault="00D75079" w:rsidP="00D75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………...............................</w:t>
            </w:r>
          </w:p>
        </w:tc>
        <w:tc>
          <w:tcPr>
            <w:tcW w:w="1400" w:type="pct"/>
          </w:tcPr>
          <w:p w:rsidR="00D750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..................................</w:t>
            </w: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Pr="00710A79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5079" w:rsidRPr="00710A79" w:rsidTr="00E67E41">
        <w:trPr>
          <w:tblCellSpacing w:w="0" w:type="dxa"/>
        </w:trPr>
        <w:tc>
          <w:tcPr>
            <w:tcW w:w="1678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Preşedintele comisiei,</w:t>
            </w:r>
          </w:p>
        </w:tc>
        <w:tc>
          <w:tcPr>
            <w:tcW w:w="1922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Pentru conformitate,</w:t>
            </w:r>
          </w:p>
        </w:tc>
      </w:tr>
      <w:tr w:rsidR="00D75079" w:rsidRPr="00710A79" w:rsidTr="00E67E41">
        <w:trPr>
          <w:tblCellSpacing w:w="0" w:type="dxa"/>
        </w:trPr>
        <w:tc>
          <w:tcPr>
            <w:tcW w:w="1678" w:type="pct"/>
          </w:tcPr>
          <w:p w:rsidR="00D75079" w:rsidRPr="00295C97" w:rsidRDefault="00D75079" w:rsidP="00295C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1922" w:type="pct"/>
          </w:tcPr>
          <w:p w:rsidR="00D75079" w:rsidRPr="00710A79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pct"/>
          </w:tcPr>
          <w:p w:rsidR="00B549E0" w:rsidRDefault="00D75079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A79">
              <w:rPr>
                <w:rFonts w:ascii="Times New Roman" w:eastAsia="Times New Roman" w:hAnsi="Times New Roman" w:cs="Times New Roman"/>
                <w:sz w:val="20"/>
                <w:szCs w:val="20"/>
              </w:rPr>
              <w:t>Director,</w:t>
            </w: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49E0" w:rsidRPr="00710A79" w:rsidRDefault="00B549E0" w:rsidP="00D750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75079" w:rsidRPr="00710A79" w:rsidRDefault="00D75079" w:rsidP="003D4B5F">
      <w:pPr>
        <w:pBdr>
          <w:bottom w:val="single" w:sz="12" w:space="0" w:color="auto"/>
        </w:pBd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</w:p>
    <w:p w:rsidR="0053552A" w:rsidRPr="00710A79" w:rsidRDefault="00D75079" w:rsidP="00A073D2">
      <w:pPr>
        <w:spacing w:after="0"/>
        <w:rPr>
          <w:rFonts w:ascii="Times New Roman" w:eastAsia="Calibri" w:hAnsi="Times New Roman" w:cs="Times New Roman"/>
          <w:sz w:val="20"/>
          <w:szCs w:val="20"/>
          <w:lang w:val="fr-FR"/>
        </w:rPr>
      </w:pP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 xml:space="preserve">*) Denumirea </w:t>
      </w:r>
      <w:r w:rsidR="00BE6691">
        <w:rPr>
          <w:rFonts w:ascii="Times New Roman" w:eastAsia="Calibri" w:hAnsi="Times New Roman" w:cs="Times New Roman"/>
          <w:sz w:val="20"/>
          <w:szCs w:val="20"/>
          <w:lang w:val="fr-FR"/>
        </w:rPr>
        <w:t>unității de învățământ în care s-a desfășurat susținerea lucrării metodico-științifice</w:t>
      </w:r>
      <w:r w:rsidRPr="00710A79">
        <w:rPr>
          <w:rFonts w:ascii="Times New Roman" w:eastAsia="Calibri" w:hAnsi="Times New Roman" w:cs="Times New Roman"/>
          <w:sz w:val="20"/>
          <w:szCs w:val="20"/>
          <w:lang w:val="fr-FR"/>
        </w:rPr>
        <w:t xml:space="preserve"> </w:t>
      </w:r>
    </w:p>
    <w:sectPr w:rsidR="0053552A" w:rsidRPr="00710A79" w:rsidSect="000D2E23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FFC" w:rsidRDefault="00D87FFC" w:rsidP="00E55280">
      <w:pPr>
        <w:spacing w:after="0" w:line="240" w:lineRule="auto"/>
      </w:pPr>
      <w:r>
        <w:separator/>
      </w:r>
    </w:p>
  </w:endnote>
  <w:endnote w:type="continuationSeparator" w:id="1">
    <w:p w:rsidR="00D87FFC" w:rsidRDefault="00D87FFC" w:rsidP="00E5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FFC" w:rsidRDefault="00D87FFC" w:rsidP="00E55280">
      <w:pPr>
        <w:spacing w:after="0" w:line="240" w:lineRule="auto"/>
      </w:pPr>
      <w:r>
        <w:separator/>
      </w:r>
    </w:p>
  </w:footnote>
  <w:footnote w:type="continuationSeparator" w:id="1">
    <w:p w:rsidR="00D87FFC" w:rsidRDefault="00D87FFC" w:rsidP="00E55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536F"/>
    <w:multiLevelType w:val="hybridMultilevel"/>
    <w:tmpl w:val="1DACDB06"/>
    <w:lvl w:ilvl="0" w:tplc="44FE5A72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F55ED"/>
    <w:multiLevelType w:val="hybridMultilevel"/>
    <w:tmpl w:val="6D524E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6403C"/>
    <w:multiLevelType w:val="multilevel"/>
    <w:tmpl w:val="154A0B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A79A6"/>
    <w:multiLevelType w:val="hybridMultilevel"/>
    <w:tmpl w:val="33F6AB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4C714F"/>
    <w:multiLevelType w:val="hybridMultilevel"/>
    <w:tmpl w:val="7AD4B03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00FF7"/>
    <w:multiLevelType w:val="hybridMultilevel"/>
    <w:tmpl w:val="DC5A0D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16339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12D23B9D"/>
    <w:multiLevelType w:val="hybridMultilevel"/>
    <w:tmpl w:val="2800D8EC"/>
    <w:lvl w:ilvl="0" w:tplc="2C50446A">
      <w:start w:val="6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01145"/>
    <w:multiLevelType w:val="hybridMultilevel"/>
    <w:tmpl w:val="5BA41030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C30279"/>
    <w:multiLevelType w:val="hybridMultilevel"/>
    <w:tmpl w:val="2560236E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2238B6"/>
    <w:multiLevelType w:val="hybridMultilevel"/>
    <w:tmpl w:val="2F204DA0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1C4A6D60"/>
    <w:multiLevelType w:val="hybridMultilevel"/>
    <w:tmpl w:val="FD5C627C"/>
    <w:lvl w:ilvl="0" w:tplc="B4EC39F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BC26B4B"/>
    <w:multiLevelType w:val="hybridMultilevel"/>
    <w:tmpl w:val="AF5023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142A3"/>
    <w:multiLevelType w:val="hybridMultilevel"/>
    <w:tmpl w:val="CAC6930A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5">
    <w:nsid w:val="325F2BD1"/>
    <w:multiLevelType w:val="hybridMultilevel"/>
    <w:tmpl w:val="43D827BA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75279"/>
    <w:multiLevelType w:val="hybridMultilevel"/>
    <w:tmpl w:val="81228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5D4F79"/>
    <w:multiLevelType w:val="hybridMultilevel"/>
    <w:tmpl w:val="10F49E08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307C47"/>
    <w:multiLevelType w:val="hybridMultilevel"/>
    <w:tmpl w:val="D3EA3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F776D"/>
    <w:multiLevelType w:val="hybridMultilevel"/>
    <w:tmpl w:val="F04E998E"/>
    <w:lvl w:ilvl="0" w:tplc="0409000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0F7514"/>
    <w:multiLevelType w:val="hybridMultilevel"/>
    <w:tmpl w:val="9564879C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992F0E"/>
    <w:multiLevelType w:val="hybridMultilevel"/>
    <w:tmpl w:val="AEF43EA2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0B430A"/>
    <w:multiLevelType w:val="hybridMultilevel"/>
    <w:tmpl w:val="61B2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D4D12"/>
    <w:multiLevelType w:val="hybridMultilevel"/>
    <w:tmpl w:val="82324B1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F93D1E"/>
    <w:multiLevelType w:val="hybridMultilevel"/>
    <w:tmpl w:val="A78065A2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F5853"/>
    <w:multiLevelType w:val="hybridMultilevel"/>
    <w:tmpl w:val="BB6EE5F6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27BCA"/>
    <w:multiLevelType w:val="hybridMultilevel"/>
    <w:tmpl w:val="99968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044C1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5D0C56E9"/>
    <w:multiLevelType w:val="hybridMultilevel"/>
    <w:tmpl w:val="8AA692FE"/>
    <w:lvl w:ilvl="0" w:tplc="6CF42418">
      <w:start w:val="1"/>
      <w:numFmt w:val="decimal"/>
      <w:lvlText w:val="%1."/>
      <w:lvlJc w:val="left"/>
      <w:pPr>
        <w:tabs>
          <w:tab w:val="num" w:pos="720"/>
        </w:tabs>
        <w:ind w:left="22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E995076"/>
    <w:multiLevelType w:val="hybridMultilevel"/>
    <w:tmpl w:val="8864F1B4"/>
    <w:lvl w:ilvl="0" w:tplc="4A703CE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57F77F4"/>
    <w:multiLevelType w:val="hybridMultilevel"/>
    <w:tmpl w:val="4E0ECB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3A07E2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2">
    <w:nsid w:val="68696460"/>
    <w:multiLevelType w:val="hybridMultilevel"/>
    <w:tmpl w:val="D3145C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04B00"/>
    <w:multiLevelType w:val="hybridMultilevel"/>
    <w:tmpl w:val="E7F06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471972"/>
    <w:multiLevelType w:val="hybridMultilevel"/>
    <w:tmpl w:val="9D52E08C"/>
    <w:lvl w:ilvl="0" w:tplc="46766C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7B4860"/>
    <w:multiLevelType w:val="hybridMultilevel"/>
    <w:tmpl w:val="8D2A30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2F757F"/>
    <w:multiLevelType w:val="hybridMultilevel"/>
    <w:tmpl w:val="3AA09756"/>
    <w:lvl w:ilvl="0" w:tplc="DA06D8BC">
      <w:start w:val="1"/>
      <w:numFmt w:val="lowerLetter"/>
      <w:lvlText w:val="%1)"/>
      <w:lvlJc w:val="left"/>
      <w:pPr>
        <w:tabs>
          <w:tab w:val="num" w:pos="-270"/>
        </w:tabs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</w:lvl>
  </w:abstractNum>
  <w:abstractNum w:abstractNumId="37">
    <w:nsid w:val="70703FA6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8">
    <w:nsid w:val="717C6D8C"/>
    <w:multiLevelType w:val="hybridMultilevel"/>
    <w:tmpl w:val="2F14859A"/>
    <w:lvl w:ilvl="0" w:tplc="33FEECDA">
      <w:start w:val="4"/>
      <w:numFmt w:val="bullet"/>
      <w:lvlText w:val="-"/>
      <w:lvlJc w:val="left"/>
      <w:pPr>
        <w:ind w:left="360" w:hanging="360"/>
      </w:pPr>
      <w:rPr>
        <w:rFonts w:ascii="Arial" w:eastAsia="Cambria" w:hAnsi="Arial" w:cs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7A0125"/>
    <w:multiLevelType w:val="multilevel"/>
    <w:tmpl w:val="A5C4B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2F853CB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1">
    <w:nsid w:val="7861786B"/>
    <w:multiLevelType w:val="hybridMultilevel"/>
    <w:tmpl w:val="FABE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456D4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3">
    <w:nsid w:val="7E5979D0"/>
    <w:multiLevelType w:val="hybridMultilevel"/>
    <w:tmpl w:val="B3C4D9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9"/>
  </w:num>
  <w:num w:numId="4">
    <w:abstractNumId w:val="37"/>
  </w:num>
  <w:num w:numId="5">
    <w:abstractNumId w:val="39"/>
  </w:num>
  <w:num w:numId="6">
    <w:abstractNumId w:val="1"/>
  </w:num>
  <w:num w:numId="7">
    <w:abstractNumId w:val="2"/>
  </w:num>
  <w:num w:numId="8">
    <w:abstractNumId w:val="14"/>
  </w:num>
  <w:num w:numId="9">
    <w:abstractNumId w:val="42"/>
  </w:num>
  <w:num w:numId="10">
    <w:abstractNumId w:val="11"/>
  </w:num>
  <w:num w:numId="11">
    <w:abstractNumId w:val="27"/>
  </w:num>
  <w:num w:numId="12">
    <w:abstractNumId w:val="29"/>
  </w:num>
  <w:num w:numId="13">
    <w:abstractNumId w:val="0"/>
  </w:num>
  <w:num w:numId="14">
    <w:abstractNumId w:val="22"/>
  </w:num>
  <w:num w:numId="15">
    <w:abstractNumId w:val="26"/>
  </w:num>
  <w:num w:numId="16">
    <w:abstractNumId w:val="5"/>
  </w:num>
  <w:num w:numId="17">
    <w:abstractNumId w:val="38"/>
  </w:num>
  <w:num w:numId="18">
    <w:abstractNumId w:val="34"/>
  </w:num>
  <w:num w:numId="19">
    <w:abstractNumId w:val="6"/>
  </w:num>
  <w:num w:numId="20">
    <w:abstractNumId w:val="16"/>
  </w:num>
  <w:num w:numId="21">
    <w:abstractNumId w:val="32"/>
  </w:num>
  <w:num w:numId="22">
    <w:abstractNumId w:val="41"/>
  </w:num>
  <w:num w:numId="23">
    <w:abstractNumId w:val="25"/>
  </w:num>
  <w:num w:numId="24">
    <w:abstractNumId w:val="19"/>
  </w:num>
  <w:num w:numId="25">
    <w:abstractNumId w:val="33"/>
  </w:num>
  <w:num w:numId="26">
    <w:abstractNumId w:val="13"/>
  </w:num>
  <w:num w:numId="27">
    <w:abstractNumId w:val="43"/>
  </w:num>
  <w:num w:numId="28">
    <w:abstractNumId w:val="36"/>
  </w:num>
  <w:num w:numId="29">
    <w:abstractNumId w:val="15"/>
  </w:num>
  <w:num w:numId="30">
    <w:abstractNumId w:val="24"/>
  </w:num>
  <w:num w:numId="31">
    <w:abstractNumId w:val="20"/>
  </w:num>
  <w:num w:numId="32">
    <w:abstractNumId w:val="10"/>
  </w:num>
  <w:num w:numId="33">
    <w:abstractNumId w:val="17"/>
  </w:num>
  <w:num w:numId="34">
    <w:abstractNumId w:val="23"/>
  </w:num>
  <w:num w:numId="35">
    <w:abstractNumId w:val="30"/>
  </w:num>
  <w:num w:numId="36">
    <w:abstractNumId w:val="4"/>
  </w:num>
  <w:num w:numId="37">
    <w:abstractNumId w:val="18"/>
  </w:num>
  <w:num w:numId="38">
    <w:abstractNumId w:val="35"/>
  </w:num>
  <w:num w:numId="39">
    <w:abstractNumId w:val="28"/>
  </w:num>
  <w:num w:numId="40">
    <w:abstractNumId w:val="8"/>
  </w:num>
  <w:num w:numId="41">
    <w:abstractNumId w:val="7"/>
  </w:num>
  <w:num w:numId="42">
    <w:abstractNumId w:val="12"/>
  </w:num>
  <w:num w:numId="43">
    <w:abstractNumId w:val="40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47C"/>
    <w:rsid w:val="00023FD3"/>
    <w:rsid w:val="00025BB5"/>
    <w:rsid w:val="00042E58"/>
    <w:rsid w:val="0006234B"/>
    <w:rsid w:val="0006789A"/>
    <w:rsid w:val="00082655"/>
    <w:rsid w:val="000879B2"/>
    <w:rsid w:val="000961BD"/>
    <w:rsid w:val="000B3648"/>
    <w:rsid w:val="000D2E23"/>
    <w:rsid w:val="000D4D65"/>
    <w:rsid w:val="000E0153"/>
    <w:rsid w:val="001035B3"/>
    <w:rsid w:val="00112CF8"/>
    <w:rsid w:val="001305D3"/>
    <w:rsid w:val="00151723"/>
    <w:rsid w:val="001675CE"/>
    <w:rsid w:val="0019539C"/>
    <w:rsid w:val="001B1D92"/>
    <w:rsid w:val="001D1A62"/>
    <w:rsid w:val="001D4C84"/>
    <w:rsid w:val="001F29F2"/>
    <w:rsid w:val="001F5678"/>
    <w:rsid w:val="001F74B2"/>
    <w:rsid w:val="002463C8"/>
    <w:rsid w:val="002572F5"/>
    <w:rsid w:val="00266E89"/>
    <w:rsid w:val="00292E02"/>
    <w:rsid w:val="00294875"/>
    <w:rsid w:val="00295C97"/>
    <w:rsid w:val="002A1765"/>
    <w:rsid w:val="002F769C"/>
    <w:rsid w:val="00315EED"/>
    <w:rsid w:val="00334A47"/>
    <w:rsid w:val="00350429"/>
    <w:rsid w:val="00392FA2"/>
    <w:rsid w:val="003A160A"/>
    <w:rsid w:val="003A4332"/>
    <w:rsid w:val="003C10EB"/>
    <w:rsid w:val="003D4B5F"/>
    <w:rsid w:val="00425F26"/>
    <w:rsid w:val="00435530"/>
    <w:rsid w:val="004554F0"/>
    <w:rsid w:val="00474736"/>
    <w:rsid w:val="0048427C"/>
    <w:rsid w:val="004A1014"/>
    <w:rsid w:val="004C036E"/>
    <w:rsid w:val="004C16E9"/>
    <w:rsid w:val="004D69CF"/>
    <w:rsid w:val="004E1923"/>
    <w:rsid w:val="004E51FA"/>
    <w:rsid w:val="004F11E2"/>
    <w:rsid w:val="004F1EB2"/>
    <w:rsid w:val="004F751D"/>
    <w:rsid w:val="0053552A"/>
    <w:rsid w:val="005667CA"/>
    <w:rsid w:val="00572714"/>
    <w:rsid w:val="00572C18"/>
    <w:rsid w:val="00585326"/>
    <w:rsid w:val="005A518F"/>
    <w:rsid w:val="005B0988"/>
    <w:rsid w:val="006073E5"/>
    <w:rsid w:val="00607455"/>
    <w:rsid w:val="00611AD5"/>
    <w:rsid w:val="0064647C"/>
    <w:rsid w:val="0065429F"/>
    <w:rsid w:val="00663CD9"/>
    <w:rsid w:val="00666A02"/>
    <w:rsid w:val="0069356F"/>
    <w:rsid w:val="006A0B36"/>
    <w:rsid w:val="006A1868"/>
    <w:rsid w:val="006A1C6E"/>
    <w:rsid w:val="006A44EB"/>
    <w:rsid w:val="006B1A21"/>
    <w:rsid w:val="006D3E78"/>
    <w:rsid w:val="00710A79"/>
    <w:rsid w:val="007215F0"/>
    <w:rsid w:val="0073480F"/>
    <w:rsid w:val="00740A91"/>
    <w:rsid w:val="007717BB"/>
    <w:rsid w:val="007A3ED8"/>
    <w:rsid w:val="007D2CCA"/>
    <w:rsid w:val="007F09FB"/>
    <w:rsid w:val="00845906"/>
    <w:rsid w:val="00852078"/>
    <w:rsid w:val="00861293"/>
    <w:rsid w:val="00862A3E"/>
    <w:rsid w:val="0086312C"/>
    <w:rsid w:val="00865ACB"/>
    <w:rsid w:val="00875BE4"/>
    <w:rsid w:val="00880185"/>
    <w:rsid w:val="008A0E85"/>
    <w:rsid w:val="008A445F"/>
    <w:rsid w:val="008D291C"/>
    <w:rsid w:val="008E2E10"/>
    <w:rsid w:val="00935B98"/>
    <w:rsid w:val="009373D3"/>
    <w:rsid w:val="00940F6B"/>
    <w:rsid w:val="009430B6"/>
    <w:rsid w:val="00952B8B"/>
    <w:rsid w:val="009A1D68"/>
    <w:rsid w:val="009A3ACA"/>
    <w:rsid w:val="009B714D"/>
    <w:rsid w:val="009C4323"/>
    <w:rsid w:val="009E703D"/>
    <w:rsid w:val="009E74C1"/>
    <w:rsid w:val="009F5A29"/>
    <w:rsid w:val="00A073D2"/>
    <w:rsid w:val="00A116C5"/>
    <w:rsid w:val="00A85FE7"/>
    <w:rsid w:val="00AA4084"/>
    <w:rsid w:val="00AC4DF3"/>
    <w:rsid w:val="00AF10FB"/>
    <w:rsid w:val="00AF5B3F"/>
    <w:rsid w:val="00B079F4"/>
    <w:rsid w:val="00B23F84"/>
    <w:rsid w:val="00B531F6"/>
    <w:rsid w:val="00B549E0"/>
    <w:rsid w:val="00B61267"/>
    <w:rsid w:val="00BC55D0"/>
    <w:rsid w:val="00BE6691"/>
    <w:rsid w:val="00C03FFA"/>
    <w:rsid w:val="00C053C9"/>
    <w:rsid w:val="00C25C2F"/>
    <w:rsid w:val="00C518E8"/>
    <w:rsid w:val="00C661F7"/>
    <w:rsid w:val="00C75B26"/>
    <w:rsid w:val="00C773FB"/>
    <w:rsid w:val="00CC5A03"/>
    <w:rsid w:val="00CE3D18"/>
    <w:rsid w:val="00D019F2"/>
    <w:rsid w:val="00D07110"/>
    <w:rsid w:val="00D13C21"/>
    <w:rsid w:val="00D21B04"/>
    <w:rsid w:val="00D3060F"/>
    <w:rsid w:val="00D33B9A"/>
    <w:rsid w:val="00D503AE"/>
    <w:rsid w:val="00D517F7"/>
    <w:rsid w:val="00D570E8"/>
    <w:rsid w:val="00D6149C"/>
    <w:rsid w:val="00D75079"/>
    <w:rsid w:val="00D80DEE"/>
    <w:rsid w:val="00D87FFC"/>
    <w:rsid w:val="00D91C69"/>
    <w:rsid w:val="00DA0B90"/>
    <w:rsid w:val="00DA657F"/>
    <w:rsid w:val="00DB6D3A"/>
    <w:rsid w:val="00DC0F7B"/>
    <w:rsid w:val="00DC520D"/>
    <w:rsid w:val="00DD36D6"/>
    <w:rsid w:val="00DE4C02"/>
    <w:rsid w:val="00E00317"/>
    <w:rsid w:val="00E020A8"/>
    <w:rsid w:val="00E55280"/>
    <w:rsid w:val="00E56DE4"/>
    <w:rsid w:val="00E66B71"/>
    <w:rsid w:val="00E67E41"/>
    <w:rsid w:val="00E726CD"/>
    <w:rsid w:val="00E770FA"/>
    <w:rsid w:val="00E803D4"/>
    <w:rsid w:val="00EC5F63"/>
    <w:rsid w:val="00EE39BE"/>
    <w:rsid w:val="00EF6679"/>
    <w:rsid w:val="00F0307F"/>
    <w:rsid w:val="00F04332"/>
    <w:rsid w:val="00F2537A"/>
    <w:rsid w:val="00F329D9"/>
    <w:rsid w:val="00F44367"/>
    <w:rsid w:val="00F607F4"/>
    <w:rsid w:val="00FE1451"/>
    <w:rsid w:val="00FE75CF"/>
    <w:rsid w:val="00FE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4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367"/>
  </w:style>
  <w:style w:type="paragraph" w:styleId="Heading1">
    <w:name w:val="heading 1"/>
    <w:basedOn w:val="Normal"/>
    <w:next w:val="Normal"/>
    <w:link w:val="Heading1Char"/>
    <w:uiPriority w:val="9"/>
    <w:qFormat/>
    <w:rsid w:val="00D7507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right="-432"/>
      <w:textAlignment w:val="baseline"/>
      <w:outlineLvl w:val="3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left="2160" w:firstLine="720"/>
      <w:textAlignment w:val="baseline"/>
      <w:outlineLvl w:val="4"/>
    </w:pPr>
    <w:rPr>
      <w:rFonts w:ascii="Times New Roman" w:eastAsia="Times New Roman" w:hAnsi="Times New Roman" w:cs="Times New Roman"/>
      <w:b/>
      <w:bCs/>
      <w:sz w:val="36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0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75079"/>
    <w:rPr>
      <w:rFonts w:ascii="Times New Roman" w:eastAsia="Times New Roman" w:hAnsi="Times New Roman" w:cs="Times New Roman"/>
      <w:i/>
      <w:iCs/>
      <w:sz w:val="24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D75079"/>
    <w:rPr>
      <w:rFonts w:ascii="Times New Roman" w:eastAsia="Times New Roman" w:hAnsi="Times New Roman" w:cs="Times New Roman"/>
      <w:b/>
      <w:bCs/>
      <w:i/>
      <w:iCs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D750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D75079"/>
    <w:rPr>
      <w:rFonts w:ascii="Times New Roman" w:eastAsia="Times New Roman" w:hAnsi="Times New Roman" w:cs="Times New Roman"/>
      <w:b/>
      <w:bCs/>
      <w:sz w:val="36"/>
      <w:szCs w:val="20"/>
      <w:lang w:val="ro-RO" w:eastAsia="ro-RO"/>
    </w:rPr>
  </w:style>
  <w:style w:type="numbering" w:customStyle="1" w:styleId="NoList1">
    <w:name w:val="No List1"/>
    <w:next w:val="NoList"/>
    <w:uiPriority w:val="99"/>
    <w:semiHidden/>
    <w:unhideWhenUsed/>
    <w:rsid w:val="00D75079"/>
  </w:style>
  <w:style w:type="paragraph" w:styleId="ListParagraph">
    <w:name w:val="List Paragraph"/>
    <w:basedOn w:val="Normal"/>
    <w:qFormat/>
    <w:rsid w:val="00D7507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75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pa">
    <w:name w:val="tpa"/>
    <w:basedOn w:val="DefaultParagraphFont"/>
    <w:rsid w:val="00D75079"/>
  </w:style>
  <w:style w:type="paragraph" w:customStyle="1" w:styleId="Style4">
    <w:name w:val="Style 4"/>
    <w:basedOn w:val="Normal"/>
    <w:rsid w:val="00D75079"/>
    <w:pPr>
      <w:widowControl w:val="0"/>
      <w:spacing w:after="0" w:line="204" w:lineRule="exact"/>
      <w:ind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2">
    <w:name w:val="Style 2"/>
    <w:basedOn w:val="Normal"/>
    <w:rsid w:val="00D750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7">
    <w:name w:val="Style 7"/>
    <w:basedOn w:val="Normal"/>
    <w:rsid w:val="00D7507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6">
    <w:name w:val="Style 6"/>
    <w:basedOn w:val="Normal"/>
    <w:rsid w:val="00D75079"/>
    <w:pPr>
      <w:widowControl w:val="0"/>
      <w:spacing w:after="0" w:line="240" w:lineRule="auto"/>
      <w:ind w:left="144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3">
    <w:name w:val="Style 3"/>
    <w:basedOn w:val="Normal"/>
    <w:rsid w:val="00D75079"/>
    <w:pPr>
      <w:widowControl w:val="0"/>
      <w:spacing w:before="864" w:after="1260" w:line="204" w:lineRule="exact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Listparagraf">
    <w:name w:val="Listă paragraf"/>
    <w:basedOn w:val="Normal"/>
    <w:qFormat/>
    <w:rsid w:val="00D7507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750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D75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"/>
    <w:basedOn w:val="Normal"/>
    <w:rsid w:val="00D75079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qFormat/>
    <w:rsid w:val="00D75079"/>
    <w:rPr>
      <w:b/>
      <w:bCs/>
    </w:rPr>
  </w:style>
  <w:style w:type="character" w:customStyle="1" w:styleId="do1">
    <w:name w:val="do1"/>
    <w:rsid w:val="00D75079"/>
    <w:rPr>
      <w:rFonts w:ascii="Times New Roman" w:hAnsi="Times New Roman" w:cs="Times New Roman" w:hint="default"/>
      <w:b/>
      <w:bCs/>
      <w:sz w:val="26"/>
      <w:szCs w:val="26"/>
    </w:rPr>
  </w:style>
  <w:style w:type="table" w:styleId="TableGrid">
    <w:name w:val="Table Grid"/>
    <w:basedOn w:val="TableNormal"/>
    <w:rsid w:val="00D7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sct">
    <w:name w:val="st_sct"/>
    <w:basedOn w:val="DefaultParagraphFont"/>
    <w:rsid w:val="00D75079"/>
  </w:style>
  <w:style w:type="character" w:customStyle="1" w:styleId="sttsct">
    <w:name w:val="st_tsct"/>
    <w:basedOn w:val="DefaultParagraphFont"/>
    <w:rsid w:val="00D75079"/>
  </w:style>
  <w:style w:type="character" w:customStyle="1" w:styleId="start">
    <w:name w:val="st_art"/>
    <w:basedOn w:val="DefaultParagraphFont"/>
    <w:rsid w:val="00D75079"/>
  </w:style>
  <w:style w:type="character" w:customStyle="1" w:styleId="sttart">
    <w:name w:val="st_tart"/>
    <w:basedOn w:val="DefaultParagraphFont"/>
    <w:rsid w:val="00D75079"/>
  </w:style>
  <w:style w:type="character" w:customStyle="1" w:styleId="stalineat">
    <w:name w:val="st_alineat"/>
    <w:basedOn w:val="DefaultParagraphFont"/>
    <w:rsid w:val="00D75079"/>
  </w:style>
  <w:style w:type="character" w:customStyle="1" w:styleId="sttalineat">
    <w:name w:val="st_talineat"/>
    <w:basedOn w:val="DefaultParagraphFont"/>
    <w:rsid w:val="00D75079"/>
  </w:style>
  <w:style w:type="character" w:styleId="Hyperlink">
    <w:name w:val="Hyperlink"/>
    <w:rsid w:val="00D75079"/>
    <w:rPr>
      <w:strike w:val="0"/>
      <w:dstrike w:val="0"/>
      <w:color w:val="004499"/>
      <w:u w:val="none"/>
      <w:effect w:val="none"/>
    </w:rPr>
  </w:style>
  <w:style w:type="character" w:customStyle="1" w:styleId="stlitera">
    <w:name w:val="st_litera"/>
    <w:basedOn w:val="DefaultParagraphFont"/>
    <w:rsid w:val="00D75079"/>
  </w:style>
  <w:style w:type="character" w:customStyle="1" w:styleId="sttlitera">
    <w:name w:val="st_tlitera"/>
    <w:basedOn w:val="DefaultParagraphFont"/>
    <w:rsid w:val="00D75079"/>
  </w:style>
  <w:style w:type="character" w:customStyle="1" w:styleId="stpar">
    <w:name w:val="st_par"/>
    <w:basedOn w:val="DefaultParagraphFont"/>
    <w:rsid w:val="00D75079"/>
  </w:style>
  <w:style w:type="character" w:customStyle="1" w:styleId="sttpar">
    <w:name w:val="st_tpar"/>
    <w:basedOn w:val="DefaultParagraphFont"/>
    <w:rsid w:val="00D75079"/>
  </w:style>
  <w:style w:type="character" w:customStyle="1" w:styleId="stpunct">
    <w:name w:val="st_punct"/>
    <w:basedOn w:val="DefaultParagraphFont"/>
    <w:rsid w:val="00D75079"/>
  </w:style>
  <w:style w:type="character" w:customStyle="1" w:styleId="sttpunct">
    <w:name w:val="st_tpunct"/>
    <w:basedOn w:val="DefaultParagraphFont"/>
    <w:rsid w:val="00D75079"/>
  </w:style>
  <w:style w:type="character" w:customStyle="1" w:styleId="stlinie">
    <w:name w:val="st_linie"/>
    <w:basedOn w:val="DefaultParagraphFont"/>
    <w:rsid w:val="00D75079"/>
  </w:style>
  <w:style w:type="character" w:customStyle="1" w:styleId="sttlinie">
    <w:name w:val="st_tlinie"/>
    <w:basedOn w:val="DefaultParagraphFont"/>
    <w:rsid w:val="00D75079"/>
  </w:style>
  <w:style w:type="paragraph" w:styleId="Footer">
    <w:name w:val="footer"/>
    <w:basedOn w:val="Normal"/>
    <w:link w:val="FooterChar"/>
    <w:uiPriority w:val="99"/>
    <w:rsid w:val="00D750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7507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75079"/>
  </w:style>
  <w:style w:type="paragraph" w:customStyle="1" w:styleId="NormalWeb1">
    <w:name w:val="Normal (Web)1"/>
    <w:basedOn w:val="Normal"/>
    <w:rsid w:val="00D7507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otnote">
    <w:name w:val="Footnote_"/>
    <w:link w:val="Footnote0"/>
    <w:rsid w:val="00D75079"/>
    <w:rPr>
      <w:sz w:val="23"/>
      <w:szCs w:val="23"/>
      <w:shd w:val="clear" w:color="auto" w:fill="FFFFFF"/>
    </w:rPr>
  </w:style>
  <w:style w:type="paragraph" w:customStyle="1" w:styleId="Footnote0">
    <w:name w:val="Footnote"/>
    <w:basedOn w:val="Normal"/>
    <w:link w:val="Footnote"/>
    <w:rsid w:val="00D75079"/>
    <w:pPr>
      <w:shd w:val="clear" w:color="auto" w:fill="FFFFFF"/>
      <w:spacing w:after="0" w:line="274" w:lineRule="exact"/>
    </w:pPr>
    <w:rPr>
      <w:sz w:val="23"/>
      <w:szCs w:val="23"/>
    </w:rPr>
  </w:style>
  <w:style w:type="paragraph" w:styleId="BodyText">
    <w:name w:val="Body Text"/>
    <w:basedOn w:val="Normal"/>
    <w:link w:val="BodyTextChar"/>
    <w:rsid w:val="00D75079"/>
    <w:pPr>
      <w:overflowPunct w:val="0"/>
      <w:autoSpaceDE w:val="0"/>
      <w:autoSpaceDN w:val="0"/>
      <w:adjustRightInd w:val="0"/>
      <w:spacing w:after="0" w:line="240" w:lineRule="auto"/>
      <w:ind w:right="-43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D750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D75079"/>
    <w:pPr>
      <w:tabs>
        <w:tab w:val="center" w:pos="4703"/>
        <w:tab w:val="right" w:pos="940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D75079"/>
    <w:rPr>
      <w:rFonts w:ascii="Calibri" w:eastAsia="Calibri" w:hAnsi="Calibri" w:cs="Times New Roman"/>
    </w:rPr>
  </w:style>
  <w:style w:type="paragraph" w:styleId="ListContinue4">
    <w:name w:val="List Continue 4"/>
    <w:basedOn w:val="Normal"/>
    <w:rsid w:val="00D75079"/>
    <w:pPr>
      <w:spacing w:after="120"/>
      <w:ind w:left="1132"/>
    </w:pPr>
    <w:rPr>
      <w:rFonts w:ascii="Calibri" w:eastAsia="Calibri" w:hAnsi="Calibri" w:cs="Times New Roman"/>
    </w:rPr>
  </w:style>
  <w:style w:type="paragraph" w:styleId="NoteHeading">
    <w:name w:val="Note Heading"/>
    <w:basedOn w:val="Normal"/>
    <w:next w:val="Normal"/>
    <w:link w:val="NoteHeadingChar"/>
    <w:rsid w:val="00D75079"/>
    <w:rPr>
      <w:rFonts w:ascii="Calibri" w:eastAsia="Calibri" w:hAnsi="Calibri" w:cs="Times New Roman"/>
    </w:rPr>
  </w:style>
  <w:style w:type="character" w:customStyle="1" w:styleId="NoteHeadingChar">
    <w:name w:val="Note Heading Char"/>
    <w:basedOn w:val="DefaultParagraphFont"/>
    <w:link w:val="NoteHeading"/>
    <w:rsid w:val="00D7507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07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079"/>
    <w:rPr>
      <w:rFonts w:ascii="Tahoma" w:eastAsia="Calibri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079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079"/>
    <w:rPr>
      <w:rFonts w:ascii="Calibri" w:eastAsia="Calibri" w:hAnsi="Calibri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507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5079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750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D750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rsid w:val="00D7507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D75079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507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75079"/>
    <w:pPr>
      <w:spacing w:after="100"/>
      <w:ind w:left="220"/>
    </w:pPr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D75079"/>
    <w:pPr>
      <w:spacing w:after="100"/>
    </w:pPr>
    <w:rPr>
      <w:rFonts w:ascii="Calibri" w:eastAsia="Times New Roman" w:hAnsi="Calibri" w:cs="Times New Roman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75079"/>
    <w:pPr>
      <w:spacing w:after="100"/>
      <w:ind w:left="440"/>
    </w:pPr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D7507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4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507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right="-432"/>
      <w:textAlignment w:val="baseline"/>
      <w:outlineLvl w:val="3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left="2160" w:firstLine="720"/>
      <w:textAlignment w:val="baseline"/>
      <w:outlineLvl w:val="4"/>
    </w:pPr>
    <w:rPr>
      <w:rFonts w:ascii="Times New Roman" w:eastAsia="Times New Roman" w:hAnsi="Times New Roman" w:cs="Times New Roman"/>
      <w:b/>
      <w:bCs/>
      <w:sz w:val="36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0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75079"/>
    <w:rPr>
      <w:rFonts w:ascii="Times New Roman" w:eastAsia="Times New Roman" w:hAnsi="Times New Roman" w:cs="Times New Roman"/>
      <w:i/>
      <w:iCs/>
      <w:sz w:val="24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D75079"/>
    <w:rPr>
      <w:rFonts w:ascii="Times New Roman" w:eastAsia="Times New Roman" w:hAnsi="Times New Roman" w:cs="Times New Roman"/>
      <w:b/>
      <w:bCs/>
      <w:i/>
      <w:iCs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D750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D75079"/>
    <w:rPr>
      <w:rFonts w:ascii="Times New Roman" w:eastAsia="Times New Roman" w:hAnsi="Times New Roman" w:cs="Times New Roman"/>
      <w:b/>
      <w:bCs/>
      <w:sz w:val="36"/>
      <w:szCs w:val="20"/>
      <w:lang w:val="ro-RO" w:eastAsia="ro-RO"/>
    </w:rPr>
  </w:style>
  <w:style w:type="numbering" w:customStyle="1" w:styleId="NoList1">
    <w:name w:val="No List1"/>
    <w:next w:val="NoList"/>
    <w:uiPriority w:val="99"/>
    <w:semiHidden/>
    <w:unhideWhenUsed/>
    <w:rsid w:val="00D75079"/>
  </w:style>
  <w:style w:type="paragraph" w:styleId="ListParagraph">
    <w:name w:val="List Paragraph"/>
    <w:basedOn w:val="Normal"/>
    <w:qFormat/>
    <w:rsid w:val="00D7507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75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pa">
    <w:name w:val="tpa"/>
    <w:basedOn w:val="DefaultParagraphFont"/>
    <w:rsid w:val="00D75079"/>
  </w:style>
  <w:style w:type="paragraph" w:customStyle="1" w:styleId="Style4">
    <w:name w:val="Style 4"/>
    <w:basedOn w:val="Normal"/>
    <w:rsid w:val="00D75079"/>
    <w:pPr>
      <w:widowControl w:val="0"/>
      <w:spacing w:after="0" w:line="204" w:lineRule="exact"/>
      <w:ind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2">
    <w:name w:val="Style 2"/>
    <w:basedOn w:val="Normal"/>
    <w:rsid w:val="00D750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7">
    <w:name w:val="Style 7"/>
    <w:basedOn w:val="Normal"/>
    <w:rsid w:val="00D7507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6">
    <w:name w:val="Style 6"/>
    <w:basedOn w:val="Normal"/>
    <w:rsid w:val="00D75079"/>
    <w:pPr>
      <w:widowControl w:val="0"/>
      <w:spacing w:after="0" w:line="240" w:lineRule="auto"/>
      <w:ind w:left="144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Style3">
    <w:name w:val="Style 3"/>
    <w:basedOn w:val="Normal"/>
    <w:rsid w:val="00D75079"/>
    <w:pPr>
      <w:widowControl w:val="0"/>
      <w:spacing w:before="864" w:after="1260" w:line="204" w:lineRule="exact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ro-RO" w:eastAsia="ro-RO"/>
    </w:rPr>
  </w:style>
  <w:style w:type="paragraph" w:customStyle="1" w:styleId="Listparagraf">
    <w:name w:val="Listă paragraf"/>
    <w:basedOn w:val="Normal"/>
    <w:qFormat/>
    <w:rsid w:val="00D7507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750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D75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"/>
    <w:basedOn w:val="Normal"/>
    <w:rsid w:val="00D75079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qFormat/>
    <w:rsid w:val="00D75079"/>
    <w:rPr>
      <w:b/>
      <w:bCs/>
    </w:rPr>
  </w:style>
  <w:style w:type="character" w:customStyle="1" w:styleId="do1">
    <w:name w:val="do1"/>
    <w:rsid w:val="00D75079"/>
    <w:rPr>
      <w:rFonts w:ascii="Times New Roman" w:hAnsi="Times New Roman" w:cs="Times New Roman" w:hint="default"/>
      <w:b/>
      <w:bCs/>
      <w:sz w:val="26"/>
      <w:szCs w:val="26"/>
    </w:rPr>
  </w:style>
  <w:style w:type="table" w:styleId="TableGrid">
    <w:name w:val="Table Grid"/>
    <w:basedOn w:val="TableNormal"/>
    <w:rsid w:val="00D7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sct">
    <w:name w:val="st_sct"/>
    <w:basedOn w:val="DefaultParagraphFont"/>
    <w:rsid w:val="00D75079"/>
  </w:style>
  <w:style w:type="character" w:customStyle="1" w:styleId="sttsct">
    <w:name w:val="st_tsct"/>
    <w:basedOn w:val="DefaultParagraphFont"/>
    <w:rsid w:val="00D75079"/>
  </w:style>
  <w:style w:type="character" w:customStyle="1" w:styleId="start">
    <w:name w:val="st_art"/>
    <w:basedOn w:val="DefaultParagraphFont"/>
    <w:rsid w:val="00D75079"/>
  </w:style>
  <w:style w:type="character" w:customStyle="1" w:styleId="sttart">
    <w:name w:val="st_tart"/>
    <w:basedOn w:val="DefaultParagraphFont"/>
    <w:rsid w:val="00D75079"/>
  </w:style>
  <w:style w:type="character" w:customStyle="1" w:styleId="stalineat">
    <w:name w:val="st_alineat"/>
    <w:basedOn w:val="DefaultParagraphFont"/>
    <w:rsid w:val="00D75079"/>
  </w:style>
  <w:style w:type="character" w:customStyle="1" w:styleId="sttalineat">
    <w:name w:val="st_talineat"/>
    <w:basedOn w:val="DefaultParagraphFont"/>
    <w:rsid w:val="00D75079"/>
  </w:style>
  <w:style w:type="character" w:styleId="Hyperlink">
    <w:name w:val="Hyperlink"/>
    <w:rsid w:val="00D75079"/>
    <w:rPr>
      <w:strike w:val="0"/>
      <w:dstrike w:val="0"/>
      <w:color w:val="004499"/>
      <w:u w:val="none"/>
      <w:effect w:val="none"/>
    </w:rPr>
  </w:style>
  <w:style w:type="character" w:customStyle="1" w:styleId="stlitera">
    <w:name w:val="st_litera"/>
    <w:basedOn w:val="DefaultParagraphFont"/>
    <w:rsid w:val="00D75079"/>
  </w:style>
  <w:style w:type="character" w:customStyle="1" w:styleId="sttlitera">
    <w:name w:val="st_tlitera"/>
    <w:basedOn w:val="DefaultParagraphFont"/>
    <w:rsid w:val="00D75079"/>
  </w:style>
  <w:style w:type="character" w:customStyle="1" w:styleId="stpar">
    <w:name w:val="st_par"/>
    <w:basedOn w:val="DefaultParagraphFont"/>
    <w:rsid w:val="00D75079"/>
  </w:style>
  <w:style w:type="character" w:customStyle="1" w:styleId="sttpar">
    <w:name w:val="st_tpar"/>
    <w:basedOn w:val="DefaultParagraphFont"/>
    <w:rsid w:val="00D75079"/>
  </w:style>
  <w:style w:type="character" w:customStyle="1" w:styleId="stpunct">
    <w:name w:val="st_punct"/>
    <w:basedOn w:val="DefaultParagraphFont"/>
    <w:rsid w:val="00D75079"/>
  </w:style>
  <w:style w:type="character" w:customStyle="1" w:styleId="sttpunct">
    <w:name w:val="st_tpunct"/>
    <w:basedOn w:val="DefaultParagraphFont"/>
    <w:rsid w:val="00D75079"/>
  </w:style>
  <w:style w:type="character" w:customStyle="1" w:styleId="stlinie">
    <w:name w:val="st_linie"/>
    <w:basedOn w:val="DefaultParagraphFont"/>
    <w:rsid w:val="00D75079"/>
  </w:style>
  <w:style w:type="character" w:customStyle="1" w:styleId="sttlinie">
    <w:name w:val="st_tlinie"/>
    <w:basedOn w:val="DefaultParagraphFont"/>
    <w:rsid w:val="00D75079"/>
  </w:style>
  <w:style w:type="paragraph" w:styleId="Footer">
    <w:name w:val="footer"/>
    <w:basedOn w:val="Normal"/>
    <w:link w:val="FooterChar"/>
    <w:uiPriority w:val="99"/>
    <w:rsid w:val="00D750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7507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75079"/>
  </w:style>
  <w:style w:type="paragraph" w:customStyle="1" w:styleId="NormalWeb1">
    <w:name w:val="Normal (Web)1"/>
    <w:basedOn w:val="Normal"/>
    <w:rsid w:val="00D7507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otnote">
    <w:name w:val="Footnote_"/>
    <w:link w:val="Footnote0"/>
    <w:rsid w:val="00D75079"/>
    <w:rPr>
      <w:sz w:val="23"/>
      <w:szCs w:val="23"/>
      <w:shd w:val="clear" w:color="auto" w:fill="FFFFFF"/>
    </w:rPr>
  </w:style>
  <w:style w:type="paragraph" w:customStyle="1" w:styleId="Footnote0">
    <w:name w:val="Footnote"/>
    <w:basedOn w:val="Normal"/>
    <w:link w:val="Footnote"/>
    <w:rsid w:val="00D75079"/>
    <w:pPr>
      <w:shd w:val="clear" w:color="auto" w:fill="FFFFFF"/>
      <w:spacing w:after="0" w:line="274" w:lineRule="exact"/>
    </w:pPr>
    <w:rPr>
      <w:sz w:val="23"/>
      <w:szCs w:val="23"/>
    </w:rPr>
  </w:style>
  <w:style w:type="paragraph" w:styleId="BodyText">
    <w:name w:val="Body Text"/>
    <w:basedOn w:val="Normal"/>
    <w:link w:val="BodyTextChar"/>
    <w:rsid w:val="00D75079"/>
    <w:pPr>
      <w:overflowPunct w:val="0"/>
      <w:autoSpaceDE w:val="0"/>
      <w:autoSpaceDN w:val="0"/>
      <w:adjustRightInd w:val="0"/>
      <w:spacing w:after="0" w:line="240" w:lineRule="auto"/>
      <w:ind w:right="-43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D7507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D75079"/>
    <w:pPr>
      <w:tabs>
        <w:tab w:val="center" w:pos="4703"/>
        <w:tab w:val="right" w:pos="940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D75079"/>
    <w:rPr>
      <w:rFonts w:ascii="Calibri" w:eastAsia="Calibri" w:hAnsi="Calibri" w:cs="Times New Roman"/>
    </w:rPr>
  </w:style>
  <w:style w:type="paragraph" w:styleId="ListContinue4">
    <w:name w:val="List Continue 4"/>
    <w:basedOn w:val="Normal"/>
    <w:rsid w:val="00D75079"/>
    <w:pPr>
      <w:spacing w:after="120"/>
      <w:ind w:left="1132"/>
    </w:pPr>
    <w:rPr>
      <w:rFonts w:ascii="Calibri" w:eastAsia="Calibri" w:hAnsi="Calibri" w:cs="Times New Roman"/>
    </w:rPr>
  </w:style>
  <w:style w:type="paragraph" w:styleId="NoteHeading">
    <w:name w:val="Note Heading"/>
    <w:basedOn w:val="Normal"/>
    <w:next w:val="Normal"/>
    <w:link w:val="NoteHeadingChar"/>
    <w:rsid w:val="00D75079"/>
    <w:rPr>
      <w:rFonts w:ascii="Calibri" w:eastAsia="Calibri" w:hAnsi="Calibri" w:cs="Times New Roman"/>
    </w:rPr>
  </w:style>
  <w:style w:type="character" w:customStyle="1" w:styleId="NoteHeadingChar">
    <w:name w:val="Note Heading Char"/>
    <w:basedOn w:val="DefaultParagraphFont"/>
    <w:link w:val="NoteHeading"/>
    <w:rsid w:val="00D7507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07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079"/>
    <w:rPr>
      <w:rFonts w:ascii="Tahoma" w:eastAsia="Calibri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079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079"/>
    <w:rPr>
      <w:rFonts w:ascii="Calibri" w:eastAsia="Calibri" w:hAnsi="Calibri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507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5079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750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D750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rsid w:val="00D7507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D75079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507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75079"/>
    <w:pPr>
      <w:spacing w:after="100"/>
      <w:ind w:left="220"/>
    </w:pPr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D75079"/>
    <w:pPr>
      <w:spacing w:after="100"/>
    </w:pPr>
    <w:rPr>
      <w:rFonts w:ascii="Calibri" w:eastAsia="Times New Roman" w:hAnsi="Calibri" w:cs="Times New Roman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75079"/>
    <w:pPr>
      <w:spacing w:after="100"/>
      <w:ind w:left="440"/>
    </w:pPr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D7507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intAct\Engine\ASP\Legislatie\ADMIN\00061252.htm" TargetMode="External"/><Relationship Id="rId13" Type="http://schemas.openxmlformats.org/officeDocument/2006/relationships/hyperlink" Target="file:///E:\SintAct\Engine\ASP\Legislatie\ADMIN\00061252.htm" TargetMode="External"/><Relationship Id="rId18" Type="http://schemas.openxmlformats.org/officeDocument/2006/relationships/hyperlink" Target="file:///E:\SintAct\Engine\ASP\Legislatie\ADMIN\00061252.htm" TargetMode="External"/><Relationship Id="rId26" Type="http://schemas.openxmlformats.org/officeDocument/2006/relationships/hyperlink" Target="file:///E:\SintAct\Engine\ASP\Legislatie\ADMIN\00061252.htm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SintAct\Engine\ASP\Legislatie\ADMIN\00061252.htm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SintAct\Engine\ASP\Legislatie\ADMIN\00061252.htm" TargetMode="External"/><Relationship Id="rId17" Type="http://schemas.openxmlformats.org/officeDocument/2006/relationships/hyperlink" Target="file:///E:\SintAct\Engine\ASP\Legislatie\ADMIN\00061252.htm" TargetMode="External"/><Relationship Id="rId25" Type="http://schemas.openxmlformats.org/officeDocument/2006/relationships/hyperlink" Target="file:///E:\SintAct\Engine\ASP\Legislatie\ADMIN\00061252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SintAct\Engine\ASP\Legislatie\ADMIN\00061252.htm" TargetMode="External"/><Relationship Id="rId20" Type="http://schemas.openxmlformats.org/officeDocument/2006/relationships/hyperlink" Target="file:///E:\SintAct\Engine\ASP\Legislatie\ADMIN\00061252.htm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SintAct\Engine\ASP\Legislatie\ADMIN\00061252.htm" TargetMode="External"/><Relationship Id="rId24" Type="http://schemas.openxmlformats.org/officeDocument/2006/relationships/hyperlink" Target="file:///E:\SintAct\Engine\ASP\Legislatie\ADMIN\00061252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SintAct\Engine\ASP\Legislatie\ADMIN\00061252.htm" TargetMode="External"/><Relationship Id="rId23" Type="http://schemas.openxmlformats.org/officeDocument/2006/relationships/hyperlink" Target="file:///E:\SintAct\Engine\ASP\Legislatie\ADMIN\00061252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E:\SintAct\Engine\ASP\Legislatie\ADMIN\00061252.htm" TargetMode="External"/><Relationship Id="rId19" Type="http://schemas.openxmlformats.org/officeDocument/2006/relationships/hyperlink" Target="file:///E:\SintAct\Engine\ASP\Legislatie\ADMIN\00061252.ht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SintAct\Engine\ASP\Legislatie\ADMIN\00061252.htm" TargetMode="External"/><Relationship Id="rId14" Type="http://schemas.openxmlformats.org/officeDocument/2006/relationships/hyperlink" Target="file:///E:\SintAct\Engine\ASP\Legislatie\ADMIN\00061252.htm" TargetMode="External"/><Relationship Id="rId22" Type="http://schemas.openxmlformats.org/officeDocument/2006/relationships/hyperlink" Target="file:///E:\SintAct\Engine\ASP\Legislatie\ADMIN\00061252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7EA8-A069-45F2-8470-F5A7591F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Nichitescu</dc:creator>
  <cp:lastModifiedBy>Ramona</cp:lastModifiedBy>
  <cp:revision>4</cp:revision>
  <cp:lastPrinted>2014-04-04T07:27:00Z</cp:lastPrinted>
  <dcterms:created xsi:type="dcterms:W3CDTF">2014-05-15T16:25:00Z</dcterms:created>
  <dcterms:modified xsi:type="dcterms:W3CDTF">2014-05-15T16:40:00Z</dcterms:modified>
</cp:coreProperties>
</file>